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237" w:rsidRDefault="00197237" w:rsidP="00514640">
      <w:pPr>
        <w:spacing w:after="0" w:line="240" w:lineRule="auto"/>
        <w:contextualSpacing/>
        <w:jc w:val="center"/>
        <w:rPr>
          <w:b/>
        </w:rPr>
      </w:pPr>
    </w:p>
    <w:p w:rsidR="00456400" w:rsidRDefault="00B030A1" w:rsidP="00514640">
      <w:pPr>
        <w:spacing w:after="0" w:line="240" w:lineRule="auto"/>
        <w:contextualSpacing/>
        <w:jc w:val="center"/>
        <w:rPr>
          <w:b/>
        </w:rPr>
      </w:pPr>
      <w:r w:rsidRPr="00A72F8C">
        <w:rPr>
          <w:b/>
        </w:rPr>
        <w:t xml:space="preserve">Программно-методическое обеспечение учебного плана </w:t>
      </w:r>
    </w:p>
    <w:p w:rsidR="00B030A1" w:rsidRDefault="00B030A1" w:rsidP="00514640">
      <w:pPr>
        <w:spacing w:after="0" w:line="240" w:lineRule="auto"/>
        <w:contextualSpacing/>
        <w:jc w:val="center"/>
        <w:rPr>
          <w:b/>
        </w:rPr>
      </w:pPr>
      <w:r w:rsidRPr="00A72F8C">
        <w:rPr>
          <w:b/>
        </w:rPr>
        <w:t>М</w:t>
      </w:r>
      <w:r w:rsidR="00D77847">
        <w:rPr>
          <w:b/>
        </w:rPr>
        <w:t>Б</w:t>
      </w:r>
      <w:r w:rsidRPr="00A72F8C">
        <w:rPr>
          <w:b/>
        </w:rPr>
        <w:t>ОУ «</w:t>
      </w:r>
      <w:r w:rsidR="00D77847">
        <w:rPr>
          <w:b/>
        </w:rPr>
        <w:t>Основная общеобразовательная Дмитриевская школа</w:t>
      </w:r>
      <w:r w:rsidRPr="00A72F8C">
        <w:rPr>
          <w:b/>
        </w:rPr>
        <w:t xml:space="preserve">» </w:t>
      </w:r>
    </w:p>
    <w:p w:rsidR="00B030A1" w:rsidRPr="00A72F8C" w:rsidRDefault="00F37C2C" w:rsidP="00514640">
      <w:pPr>
        <w:spacing w:after="0" w:line="240" w:lineRule="auto"/>
        <w:contextualSpacing/>
        <w:jc w:val="center"/>
        <w:rPr>
          <w:b/>
        </w:rPr>
      </w:pPr>
      <w:r>
        <w:rPr>
          <w:b/>
        </w:rPr>
        <w:t>на 202</w:t>
      </w:r>
      <w:r w:rsidR="00EE3553">
        <w:rPr>
          <w:b/>
        </w:rPr>
        <w:t>2</w:t>
      </w:r>
      <w:r w:rsidR="00680253">
        <w:rPr>
          <w:b/>
        </w:rPr>
        <w:t>-20</w:t>
      </w:r>
      <w:r>
        <w:rPr>
          <w:b/>
        </w:rPr>
        <w:t>2</w:t>
      </w:r>
      <w:r w:rsidR="00EE3553">
        <w:rPr>
          <w:b/>
        </w:rPr>
        <w:t>3</w:t>
      </w:r>
      <w:r w:rsidR="00B030A1" w:rsidRPr="00A72F8C">
        <w:rPr>
          <w:b/>
        </w:rPr>
        <w:t xml:space="preserve"> учебный год</w:t>
      </w:r>
    </w:p>
    <w:p w:rsidR="00323401" w:rsidRPr="00545F23" w:rsidRDefault="00E51C09" w:rsidP="00323401">
      <w:pPr>
        <w:spacing w:after="0" w:line="240" w:lineRule="auto"/>
        <w:contextualSpacing/>
        <w:jc w:val="center"/>
        <w:rPr>
          <w:b/>
        </w:rPr>
      </w:pPr>
      <w:r w:rsidRPr="00545F23">
        <w:rPr>
          <w:b/>
        </w:rPr>
        <w:t>Биология</w:t>
      </w:r>
    </w:p>
    <w:p w:rsidR="00323401" w:rsidRPr="00545F23" w:rsidRDefault="00323401" w:rsidP="00323401">
      <w:pPr>
        <w:spacing w:after="0" w:line="240" w:lineRule="auto"/>
        <w:contextualSpacing/>
        <w:jc w:val="center"/>
        <w:rPr>
          <w:i/>
        </w:rPr>
      </w:pPr>
    </w:p>
    <w:tbl>
      <w:tblPr>
        <w:tblW w:w="15592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76"/>
        <w:gridCol w:w="709"/>
        <w:gridCol w:w="709"/>
        <w:gridCol w:w="3543"/>
        <w:gridCol w:w="2127"/>
        <w:gridCol w:w="708"/>
        <w:gridCol w:w="2552"/>
        <w:gridCol w:w="2410"/>
        <w:gridCol w:w="708"/>
        <w:gridCol w:w="850"/>
      </w:tblGrid>
      <w:tr w:rsidR="004C6070" w:rsidRPr="00545F23" w:rsidTr="004A247E">
        <w:tc>
          <w:tcPr>
            <w:tcW w:w="1276" w:type="dxa"/>
            <w:vMerge w:val="restart"/>
          </w:tcPr>
          <w:p w:rsidR="004C6070" w:rsidRPr="00D2313D" w:rsidRDefault="004C6070" w:rsidP="00F7190A">
            <w:pPr>
              <w:spacing w:after="0" w:line="240" w:lineRule="auto"/>
              <w:contextualSpacing/>
              <w:jc w:val="center"/>
              <w:rPr>
                <w:i/>
              </w:rPr>
            </w:pPr>
            <w:r w:rsidRPr="00D2313D">
              <w:rPr>
                <w:i/>
              </w:rPr>
              <w:t>Предмет</w:t>
            </w:r>
          </w:p>
        </w:tc>
        <w:tc>
          <w:tcPr>
            <w:tcW w:w="709" w:type="dxa"/>
            <w:vMerge w:val="restart"/>
          </w:tcPr>
          <w:p w:rsidR="004C6070" w:rsidRPr="00D2313D" w:rsidRDefault="004C6070" w:rsidP="00F7190A">
            <w:pPr>
              <w:spacing w:after="0" w:line="240" w:lineRule="auto"/>
              <w:contextualSpacing/>
              <w:jc w:val="center"/>
              <w:rPr>
                <w:i/>
              </w:rPr>
            </w:pPr>
            <w:r w:rsidRPr="00D2313D">
              <w:rPr>
                <w:i/>
              </w:rPr>
              <w:t>Класс</w:t>
            </w:r>
          </w:p>
        </w:tc>
        <w:tc>
          <w:tcPr>
            <w:tcW w:w="709" w:type="dxa"/>
            <w:vMerge w:val="restart"/>
          </w:tcPr>
          <w:p w:rsidR="004C6070" w:rsidRPr="00D2313D" w:rsidRDefault="004C6070" w:rsidP="00F7190A">
            <w:pPr>
              <w:spacing w:after="0" w:line="240" w:lineRule="auto"/>
              <w:contextualSpacing/>
              <w:jc w:val="center"/>
              <w:rPr>
                <w:i/>
              </w:rPr>
            </w:pPr>
            <w:proofErr w:type="spellStart"/>
            <w:r w:rsidRPr="00D2313D">
              <w:rPr>
                <w:i/>
              </w:rPr>
              <w:t>Колич</w:t>
            </w:r>
            <w:proofErr w:type="spellEnd"/>
            <w:r w:rsidRPr="00D2313D">
              <w:rPr>
                <w:i/>
              </w:rPr>
              <w:t>. часов</w:t>
            </w:r>
          </w:p>
        </w:tc>
        <w:tc>
          <w:tcPr>
            <w:tcW w:w="6378" w:type="dxa"/>
            <w:gridSpan w:val="3"/>
          </w:tcPr>
          <w:p w:rsidR="004C6070" w:rsidRPr="00D2313D" w:rsidRDefault="004C6070" w:rsidP="00F7190A">
            <w:pPr>
              <w:spacing w:after="0" w:line="240" w:lineRule="auto"/>
              <w:contextualSpacing/>
              <w:jc w:val="center"/>
              <w:rPr>
                <w:i/>
              </w:rPr>
            </w:pPr>
            <w:r w:rsidRPr="00D2313D">
              <w:rPr>
                <w:i/>
              </w:rPr>
              <w:t>Программа</w:t>
            </w:r>
          </w:p>
        </w:tc>
        <w:tc>
          <w:tcPr>
            <w:tcW w:w="5670" w:type="dxa"/>
            <w:gridSpan w:val="3"/>
          </w:tcPr>
          <w:p w:rsidR="004C6070" w:rsidRPr="00D2313D" w:rsidRDefault="004C6070" w:rsidP="00F7190A">
            <w:pPr>
              <w:spacing w:after="0" w:line="240" w:lineRule="auto"/>
              <w:contextualSpacing/>
              <w:jc w:val="center"/>
              <w:rPr>
                <w:i/>
              </w:rPr>
            </w:pPr>
            <w:r w:rsidRPr="00D2313D">
              <w:rPr>
                <w:i/>
              </w:rPr>
              <w:t>Учебник</w:t>
            </w:r>
          </w:p>
        </w:tc>
        <w:tc>
          <w:tcPr>
            <w:tcW w:w="850" w:type="dxa"/>
            <w:vMerge w:val="restart"/>
          </w:tcPr>
          <w:p w:rsidR="004C6070" w:rsidRPr="00D2313D" w:rsidRDefault="004C6070" w:rsidP="00F7190A">
            <w:pPr>
              <w:spacing w:after="0" w:line="240" w:lineRule="auto"/>
              <w:contextualSpacing/>
              <w:jc w:val="center"/>
              <w:rPr>
                <w:i/>
              </w:rPr>
            </w:pPr>
            <w:r w:rsidRPr="00D2313D">
              <w:rPr>
                <w:i/>
              </w:rPr>
              <w:t>Процент обеспеченности</w:t>
            </w:r>
          </w:p>
        </w:tc>
      </w:tr>
      <w:tr w:rsidR="004C6070" w:rsidRPr="00545F23" w:rsidTr="004A247E">
        <w:tc>
          <w:tcPr>
            <w:tcW w:w="1276" w:type="dxa"/>
            <w:vMerge/>
          </w:tcPr>
          <w:p w:rsidR="004C6070" w:rsidRPr="00D2313D" w:rsidRDefault="004C6070" w:rsidP="00F7190A">
            <w:pPr>
              <w:spacing w:after="0" w:line="240" w:lineRule="auto"/>
              <w:contextualSpacing/>
              <w:jc w:val="center"/>
              <w:rPr>
                <w:i/>
              </w:rPr>
            </w:pPr>
          </w:p>
        </w:tc>
        <w:tc>
          <w:tcPr>
            <w:tcW w:w="709" w:type="dxa"/>
            <w:vMerge/>
          </w:tcPr>
          <w:p w:rsidR="004C6070" w:rsidRPr="00D2313D" w:rsidRDefault="004C6070" w:rsidP="00F7190A">
            <w:pPr>
              <w:spacing w:after="0" w:line="240" w:lineRule="auto"/>
              <w:contextualSpacing/>
              <w:jc w:val="center"/>
              <w:rPr>
                <w:i/>
              </w:rPr>
            </w:pPr>
          </w:p>
        </w:tc>
        <w:tc>
          <w:tcPr>
            <w:tcW w:w="709" w:type="dxa"/>
            <w:vMerge/>
          </w:tcPr>
          <w:p w:rsidR="004C6070" w:rsidRPr="00D2313D" w:rsidRDefault="004C6070" w:rsidP="00F7190A">
            <w:pPr>
              <w:spacing w:after="0" w:line="240" w:lineRule="auto"/>
              <w:contextualSpacing/>
              <w:jc w:val="center"/>
              <w:rPr>
                <w:i/>
              </w:rPr>
            </w:pPr>
          </w:p>
        </w:tc>
        <w:tc>
          <w:tcPr>
            <w:tcW w:w="3543" w:type="dxa"/>
          </w:tcPr>
          <w:p w:rsidR="004C6070" w:rsidRPr="00D2313D" w:rsidRDefault="004C6070" w:rsidP="00F7190A">
            <w:pPr>
              <w:spacing w:after="0" w:line="240" w:lineRule="auto"/>
              <w:contextualSpacing/>
              <w:jc w:val="center"/>
              <w:rPr>
                <w:i/>
              </w:rPr>
            </w:pPr>
            <w:r w:rsidRPr="00D2313D">
              <w:rPr>
                <w:i/>
              </w:rPr>
              <w:t>Сборник, вид программы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4C6070" w:rsidRPr="00D2313D" w:rsidRDefault="004C6070" w:rsidP="00F7190A">
            <w:pPr>
              <w:spacing w:after="0" w:line="240" w:lineRule="auto"/>
              <w:contextualSpacing/>
              <w:jc w:val="center"/>
              <w:rPr>
                <w:i/>
              </w:rPr>
            </w:pPr>
            <w:r w:rsidRPr="00D2313D">
              <w:rPr>
                <w:i/>
              </w:rPr>
              <w:t>Автор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4C6070" w:rsidRPr="00D2313D" w:rsidRDefault="004C6070" w:rsidP="00F7190A">
            <w:pPr>
              <w:spacing w:after="0" w:line="240" w:lineRule="auto"/>
              <w:contextualSpacing/>
              <w:jc w:val="center"/>
              <w:rPr>
                <w:i/>
              </w:rPr>
            </w:pPr>
            <w:r w:rsidRPr="00D2313D">
              <w:rPr>
                <w:i/>
              </w:rPr>
              <w:t>Год издания</w:t>
            </w:r>
          </w:p>
        </w:tc>
        <w:tc>
          <w:tcPr>
            <w:tcW w:w="2552" w:type="dxa"/>
          </w:tcPr>
          <w:p w:rsidR="004C6070" w:rsidRPr="00D2313D" w:rsidRDefault="004C6070" w:rsidP="00F7190A">
            <w:pPr>
              <w:spacing w:after="0" w:line="240" w:lineRule="auto"/>
              <w:contextualSpacing/>
              <w:jc w:val="center"/>
              <w:rPr>
                <w:i/>
              </w:rPr>
            </w:pPr>
            <w:r w:rsidRPr="00D2313D">
              <w:rPr>
                <w:i/>
              </w:rPr>
              <w:t xml:space="preserve">Название 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4C6070" w:rsidRPr="00D2313D" w:rsidRDefault="004C6070" w:rsidP="00F7190A">
            <w:pPr>
              <w:spacing w:after="0" w:line="240" w:lineRule="auto"/>
              <w:contextualSpacing/>
              <w:jc w:val="center"/>
              <w:rPr>
                <w:i/>
              </w:rPr>
            </w:pPr>
            <w:r w:rsidRPr="00D2313D">
              <w:rPr>
                <w:i/>
              </w:rPr>
              <w:t>Автор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</w:tcBorders>
          </w:tcPr>
          <w:p w:rsidR="004C6070" w:rsidRPr="00D2313D" w:rsidRDefault="004C6070" w:rsidP="00F7190A">
            <w:pPr>
              <w:spacing w:after="0" w:line="240" w:lineRule="auto"/>
              <w:contextualSpacing/>
              <w:jc w:val="center"/>
              <w:rPr>
                <w:i/>
              </w:rPr>
            </w:pPr>
            <w:r w:rsidRPr="00D2313D">
              <w:rPr>
                <w:i/>
              </w:rPr>
              <w:t>Год издания</w:t>
            </w: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4C6070" w:rsidRPr="00545F23" w:rsidRDefault="004C6070" w:rsidP="00F7190A">
            <w:pPr>
              <w:spacing w:after="0" w:line="240" w:lineRule="auto"/>
              <w:contextualSpacing/>
              <w:jc w:val="center"/>
            </w:pPr>
          </w:p>
        </w:tc>
      </w:tr>
      <w:tr w:rsidR="004A247E" w:rsidRPr="00545F23" w:rsidTr="004A247E">
        <w:trPr>
          <w:trHeight w:val="1080"/>
        </w:trPr>
        <w:tc>
          <w:tcPr>
            <w:tcW w:w="1276" w:type="dxa"/>
            <w:tcBorders>
              <w:bottom w:val="single" w:sz="4" w:space="0" w:color="auto"/>
            </w:tcBorders>
          </w:tcPr>
          <w:p w:rsidR="004A247E" w:rsidRPr="004A247E" w:rsidRDefault="004A247E" w:rsidP="00E51C09">
            <w:pPr>
              <w:spacing w:after="0" w:line="240" w:lineRule="auto"/>
              <w:contextualSpacing/>
            </w:pPr>
            <w:r w:rsidRPr="004A247E">
              <w:t xml:space="preserve">Биология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A247E" w:rsidRPr="004A247E" w:rsidRDefault="004A247E" w:rsidP="00E51C09">
            <w:pPr>
              <w:spacing w:after="0" w:line="240" w:lineRule="auto"/>
              <w:contextualSpacing/>
            </w:pPr>
            <w:r w:rsidRPr="004A247E">
              <w:t>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A247E" w:rsidRPr="004A247E" w:rsidRDefault="004A247E" w:rsidP="00E51C09">
            <w:pPr>
              <w:spacing w:after="0" w:line="240" w:lineRule="auto"/>
              <w:contextualSpacing/>
            </w:pPr>
            <w:r w:rsidRPr="004A247E">
              <w:t>1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28475D" w:rsidRDefault="0028475D" w:rsidP="0028475D">
            <w:pPr>
              <w:pStyle w:val="a6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Примерная  рабочая программ</w:t>
            </w:r>
            <w:r w:rsidR="00502171">
              <w:rPr>
                <w:rFonts w:ascii="Times New Roman" w:hAnsi="Times New Roman"/>
                <w:sz w:val="23"/>
                <w:szCs w:val="23"/>
              </w:rPr>
              <w:t xml:space="preserve">а основного общего образования </w:t>
            </w:r>
          </w:p>
          <w:p w:rsidR="004A247E" w:rsidRPr="004A247E" w:rsidRDefault="0028475D" w:rsidP="0028475D">
            <w:pPr>
              <w:spacing w:after="0" w:line="240" w:lineRule="auto"/>
              <w:contextualSpacing/>
            </w:pPr>
            <w:r>
              <w:rPr>
                <w:sz w:val="23"/>
                <w:szCs w:val="23"/>
              </w:rPr>
              <w:t xml:space="preserve">Биология </w:t>
            </w:r>
            <w:r>
              <w:t>(для 5–9 классов образовательных организаций)</w:t>
            </w:r>
            <w:bookmarkStart w:id="0" w:name="_GoBack"/>
            <w:proofErr w:type="gramStart"/>
            <w:r>
              <w:rPr>
                <w:color w:val="FF0000"/>
                <w:sz w:val="22"/>
                <w:szCs w:val="22"/>
              </w:rPr>
              <w:t>.</w:t>
            </w:r>
            <w:proofErr w:type="gramEnd"/>
            <w:r>
              <w:rPr>
                <w:color w:val="FF0000"/>
                <w:sz w:val="22"/>
                <w:szCs w:val="22"/>
              </w:rPr>
              <w:t>-</w:t>
            </w:r>
            <w:bookmarkEnd w:id="0"/>
            <w:r w:rsidRPr="0028475D">
              <w:rPr>
                <w:sz w:val="22"/>
                <w:szCs w:val="22"/>
              </w:rPr>
              <w:t>М</w:t>
            </w:r>
            <w:r w:rsidR="00186AFA">
              <w:rPr>
                <w:sz w:val="22"/>
                <w:szCs w:val="22"/>
              </w:rPr>
              <w:t>осква</w:t>
            </w:r>
          </w:p>
        </w:tc>
        <w:tc>
          <w:tcPr>
            <w:tcW w:w="2127" w:type="dxa"/>
            <w:tcBorders>
              <w:bottom w:val="single" w:sz="4" w:space="0" w:color="auto"/>
              <w:right w:val="single" w:sz="4" w:space="0" w:color="auto"/>
            </w:tcBorders>
          </w:tcPr>
          <w:p w:rsidR="004A247E" w:rsidRPr="004A247E" w:rsidRDefault="004A247E" w:rsidP="004A247E">
            <w:pPr>
              <w:spacing w:after="0" w:line="240" w:lineRule="auto"/>
              <w:contextualSpacing/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</w:tcBorders>
          </w:tcPr>
          <w:p w:rsidR="004A247E" w:rsidRPr="004A247E" w:rsidRDefault="004A247E" w:rsidP="0028475D">
            <w:pPr>
              <w:spacing w:after="0" w:line="240" w:lineRule="auto"/>
              <w:contextualSpacing/>
            </w:pPr>
            <w:r w:rsidRPr="004A247E">
              <w:t>20</w:t>
            </w:r>
            <w:r w:rsidR="0028475D">
              <w:t>21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4A247E" w:rsidRPr="004A247E" w:rsidRDefault="004A247E" w:rsidP="007D431D">
            <w:pPr>
              <w:spacing w:after="0" w:line="240" w:lineRule="auto"/>
              <w:contextualSpacing/>
            </w:pPr>
            <w:r w:rsidRPr="004A247E">
              <w:t xml:space="preserve">Биология: 5 класс - М.:  </w:t>
            </w:r>
            <w:proofErr w:type="spellStart"/>
            <w:r w:rsidRPr="004A247E">
              <w:rPr>
                <w:color w:val="000000"/>
              </w:rPr>
              <w:t>Вентана-Граф</w:t>
            </w:r>
            <w:proofErr w:type="spellEnd"/>
            <w:r w:rsidRPr="004A247E">
              <w:rPr>
                <w:color w:val="000000"/>
              </w:rPr>
              <w:t>, корпорация "Российский учебник</w:t>
            </w:r>
            <w:r w:rsidRPr="004A247E">
              <w:rPr>
                <w:rFonts w:ascii="Arial" w:hAnsi="Arial" w:cs="Arial"/>
                <w:color w:val="000000"/>
              </w:rPr>
              <w:t>"</w:t>
            </w:r>
          </w:p>
        </w:tc>
        <w:tc>
          <w:tcPr>
            <w:tcW w:w="2410" w:type="dxa"/>
            <w:tcBorders>
              <w:bottom w:val="single" w:sz="4" w:space="0" w:color="auto"/>
              <w:right w:val="single" w:sz="4" w:space="0" w:color="auto"/>
            </w:tcBorders>
          </w:tcPr>
          <w:p w:rsidR="004A247E" w:rsidRPr="004A247E" w:rsidRDefault="004A247E" w:rsidP="00545F23">
            <w:pPr>
              <w:spacing w:after="0" w:line="240" w:lineRule="auto"/>
              <w:contextualSpacing/>
            </w:pPr>
            <w:r w:rsidRPr="004A247E">
              <w:rPr>
                <w:color w:val="000000"/>
              </w:rPr>
              <w:t xml:space="preserve">Пономарева И.Н., Корнилова О.А., </w:t>
            </w:r>
            <w:proofErr w:type="spellStart"/>
            <w:r w:rsidRPr="004A247E">
              <w:rPr>
                <w:color w:val="000000"/>
              </w:rPr>
              <w:t>Кучменко</w:t>
            </w:r>
            <w:proofErr w:type="spellEnd"/>
            <w:r w:rsidRPr="004A247E">
              <w:rPr>
                <w:color w:val="000000"/>
              </w:rPr>
              <w:t xml:space="preserve"> В.С</w:t>
            </w:r>
            <w:r w:rsidR="00FA4DA9">
              <w:rPr>
                <w:color w:val="000000"/>
              </w:rPr>
              <w:t>.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</w:tcBorders>
          </w:tcPr>
          <w:p w:rsidR="004A247E" w:rsidRPr="004A247E" w:rsidRDefault="004A247E" w:rsidP="00D95118">
            <w:pPr>
              <w:spacing w:after="0" w:line="240" w:lineRule="auto"/>
              <w:contextualSpacing/>
            </w:pPr>
            <w:r w:rsidRPr="004A247E">
              <w:t>2019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A247E" w:rsidRPr="00545F23" w:rsidRDefault="004A247E" w:rsidP="00E51C09">
            <w:pPr>
              <w:spacing w:after="0" w:line="240" w:lineRule="auto"/>
              <w:contextualSpacing/>
            </w:pPr>
            <w:r w:rsidRPr="00545F23">
              <w:t>100</w:t>
            </w:r>
          </w:p>
        </w:tc>
      </w:tr>
      <w:tr w:rsidR="00F37C2C" w:rsidRPr="00545F23" w:rsidTr="004A247E">
        <w:tc>
          <w:tcPr>
            <w:tcW w:w="1276" w:type="dxa"/>
          </w:tcPr>
          <w:p w:rsidR="00F37C2C" w:rsidRPr="004A247E" w:rsidRDefault="00F37C2C" w:rsidP="00E51C09">
            <w:pPr>
              <w:spacing w:after="0" w:line="240" w:lineRule="auto"/>
              <w:contextualSpacing/>
            </w:pPr>
            <w:r w:rsidRPr="004A247E">
              <w:t>Биология</w:t>
            </w:r>
          </w:p>
        </w:tc>
        <w:tc>
          <w:tcPr>
            <w:tcW w:w="709" w:type="dxa"/>
          </w:tcPr>
          <w:p w:rsidR="00F37C2C" w:rsidRPr="004A247E" w:rsidRDefault="00F37C2C" w:rsidP="00E51C09">
            <w:pPr>
              <w:spacing w:after="0" w:line="240" w:lineRule="auto"/>
              <w:contextualSpacing/>
            </w:pPr>
            <w:r w:rsidRPr="004A247E">
              <w:t>6</w:t>
            </w:r>
          </w:p>
        </w:tc>
        <w:tc>
          <w:tcPr>
            <w:tcW w:w="709" w:type="dxa"/>
          </w:tcPr>
          <w:p w:rsidR="00F37C2C" w:rsidRPr="004A247E" w:rsidRDefault="00F37C2C" w:rsidP="00E51C09">
            <w:pPr>
              <w:spacing w:after="0" w:line="240" w:lineRule="auto"/>
              <w:contextualSpacing/>
            </w:pPr>
            <w:r w:rsidRPr="004A247E">
              <w:t>2</w:t>
            </w:r>
          </w:p>
        </w:tc>
        <w:tc>
          <w:tcPr>
            <w:tcW w:w="3543" w:type="dxa"/>
          </w:tcPr>
          <w:p w:rsidR="00F37C2C" w:rsidRPr="004A247E" w:rsidRDefault="00F37C2C" w:rsidP="000D2D1F">
            <w:pPr>
              <w:spacing w:after="0" w:line="240" w:lineRule="auto"/>
              <w:contextualSpacing/>
            </w:pPr>
            <w:r w:rsidRPr="004A247E">
              <w:t xml:space="preserve">Биология 5-9 </w:t>
            </w:r>
            <w:proofErr w:type="spellStart"/>
            <w:r w:rsidRPr="004A247E">
              <w:t>классы</w:t>
            </w:r>
            <w:proofErr w:type="gramStart"/>
            <w:r w:rsidRPr="004A247E">
              <w:t>.Р</w:t>
            </w:r>
            <w:proofErr w:type="gramEnd"/>
            <w:r w:rsidRPr="004A247E">
              <w:t>абочие</w:t>
            </w:r>
            <w:proofErr w:type="spellEnd"/>
            <w:r w:rsidRPr="004A247E">
              <w:t xml:space="preserve"> программы линии УМК под редакцией И. Н. </w:t>
            </w:r>
            <w:proofErr w:type="spellStart"/>
            <w:r w:rsidRPr="004A247E">
              <w:t>Пономарёвой.-М</w:t>
            </w:r>
            <w:proofErr w:type="spellEnd"/>
            <w:r w:rsidRPr="004A247E">
              <w:t xml:space="preserve">.: </w:t>
            </w:r>
            <w:proofErr w:type="spellStart"/>
            <w:r w:rsidRPr="004A247E">
              <w:t>Вентана-Граф</w:t>
            </w:r>
            <w:proofErr w:type="spellEnd"/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4A247E" w:rsidRPr="004A247E" w:rsidRDefault="00F37C2C" w:rsidP="004A247E">
            <w:pPr>
              <w:spacing w:after="0" w:line="240" w:lineRule="auto"/>
              <w:contextualSpacing/>
            </w:pPr>
            <w:r w:rsidRPr="004A247E">
              <w:t>И. Н. Пономарёва,</w:t>
            </w:r>
          </w:p>
          <w:p w:rsidR="00F37C2C" w:rsidRPr="004A247E" w:rsidRDefault="00F37C2C" w:rsidP="004A247E">
            <w:pPr>
              <w:spacing w:after="0" w:line="240" w:lineRule="auto"/>
              <w:contextualSpacing/>
            </w:pPr>
            <w:r w:rsidRPr="004A247E">
              <w:t xml:space="preserve"> В. С. </w:t>
            </w:r>
            <w:proofErr w:type="spellStart"/>
            <w:r w:rsidRPr="004A247E">
              <w:t>Кучменко</w:t>
            </w:r>
            <w:proofErr w:type="spellEnd"/>
            <w:r w:rsidRPr="004A247E">
              <w:t>,</w:t>
            </w:r>
          </w:p>
          <w:p w:rsidR="00F37C2C" w:rsidRPr="004A247E" w:rsidRDefault="00F37C2C" w:rsidP="004A247E">
            <w:pPr>
              <w:spacing w:after="0" w:line="240" w:lineRule="auto"/>
              <w:contextualSpacing/>
            </w:pPr>
            <w:r w:rsidRPr="004A247E">
              <w:t xml:space="preserve"> О. А. Корнилова и др.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F37C2C" w:rsidRPr="004A247E" w:rsidRDefault="00F37C2C" w:rsidP="00F37C2C">
            <w:pPr>
              <w:spacing w:after="0" w:line="240" w:lineRule="auto"/>
              <w:contextualSpacing/>
            </w:pPr>
            <w:r w:rsidRPr="004A247E">
              <w:t>2017</w:t>
            </w:r>
          </w:p>
        </w:tc>
        <w:tc>
          <w:tcPr>
            <w:tcW w:w="2552" w:type="dxa"/>
          </w:tcPr>
          <w:p w:rsidR="00F37C2C" w:rsidRPr="004A247E" w:rsidRDefault="00F37C2C" w:rsidP="000D2D1F">
            <w:pPr>
              <w:spacing w:after="0" w:line="240" w:lineRule="auto"/>
              <w:contextualSpacing/>
            </w:pPr>
            <w:r w:rsidRPr="004A247E">
              <w:t>Биология</w:t>
            </w:r>
            <w:r w:rsidR="00FC5610" w:rsidRPr="004A247E">
              <w:t xml:space="preserve">: </w:t>
            </w:r>
            <w:r w:rsidR="009E6DF5" w:rsidRPr="004A247E">
              <w:t>6 класс</w:t>
            </w:r>
            <w:r w:rsidR="00FC5610" w:rsidRPr="004A247E">
              <w:t xml:space="preserve"> - </w:t>
            </w:r>
            <w:proofErr w:type="gramStart"/>
            <w:r w:rsidR="00FC5610" w:rsidRPr="004A247E">
              <w:t>М</w:t>
            </w:r>
            <w:r w:rsidR="007D431D" w:rsidRPr="004A247E">
              <w:t>М</w:t>
            </w:r>
            <w:proofErr w:type="gramEnd"/>
            <w:r w:rsidR="007D431D" w:rsidRPr="004A247E">
              <w:t xml:space="preserve">.:  </w:t>
            </w:r>
            <w:proofErr w:type="spellStart"/>
            <w:r w:rsidR="007D431D" w:rsidRPr="004A247E">
              <w:rPr>
                <w:color w:val="000000"/>
              </w:rPr>
              <w:t>Вентана-Граф</w:t>
            </w:r>
            <w:proofErr w:type="spellEnd"/>
            <w:r w:rsidR="007D431D" w:rsidRPr="004A247E">
              <w:rPr>
                <w:color w:val="000000"/>
              </w:rPr>
              <w:t>, корпорация "Российский учебник</w:t>
            </w:r>
            <w:r w:rsidR="004A247E" w:rsidRPr="004A247E">
              <w:rPr>
                <w:color w:val="000000"/>
              </w:rPr>
              <w:t>»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F37C2C" w:rsidRPr="004A247E" w:rsidRDefault="007D431D" w:rsidP="00F37C2C">
            <w:pPr>
              <w:spacing w:after="0" w:line="240" w:lineRule="auto"/>
              <w:contextualSpacing/>
            </w:pPr>
            <w:r w:rsidRPr="004A247E">
              <w:rPr>
                <w:color w:val="000000"/>
              </w:rPr>
              <w:t xml:space="preserve">Пономарева И.Н., Корнилова О.А., </w:t>
            </w:r>
            <w:proofErr w:type="spellStart"/>
            <w:r w:rsidRPr="004A247E">
              <w:rPr>
                <w:color w:val="000000"/>
              </w:rPr>
              <w:t>Кучменко</w:t>
            </w:r>
            <w:proofErr w:type="spellEnd"/>
            <w:r w:rsidRPr="004A247E">
              <w:rPr>
                <w:color w:val="000000"/>
              </w:rPr>
              <w:t xml:space="preserve"> В.С.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F37C2C" w:rsidRPr="004A247E" w:rsidRDefault="00F37C2C" w:rsidP="00F37C2C">
            <w:pPr>
              <w:spacing w:after="0" w:line="240" w:lineRule="auto"/>
              <w:contextualSpacing/>
            </w:pPr>
            <w:r w:rsidRPr="004A247E">
              <w:t>2020</w:t>
            </w:r>
          </w:p>
        </w:tc>
        <w:tc>
          <w:tcPr>
            <w:tcW w:w="850" w:type="dxa"/>
          </w:tcPr>
          <w:p w:rsidR="00F37C2C" w:rsidRPr="00545F23" w:rsidRDefault="00F37C2C" w:rsidP="00F37C2C">
            <w:pPr>
              <w:spacing w:after="0" w:line="240" w:lineRule="auto"/>
              <w:contextualSpacing/>
            </w:pPr>
            <w:r w:rsidRPr="00545F23">
              <w:t>100</w:t>
            </w:r>
          </w:p>
        </w:tc>
      </w:tr>
      <w:tr w:rsidR="00456400" w:rsidRPr="00545F23" w:rsidTr="004A247E">
        <w:trPr>
          <w:trHeight w:val="1377"/>
        </w:trPr>
        <w:tc>
          <w:tcPr>
            <w:tcW w:w="1276" w:type="dxa"/>
          </w:tcPr>
          <w:p w:rsidR="00456400" w:rsidRPr="004A247E" w:rsidRDefault="00456400" w:rsidP="00E51C09">
            <w:pPr>
              <w:spacing w:after="0" w:line="240" w:lineRule="auto"/>
              <w:contextualSpacing/>
            </w:pPr>
            <w:r w:rsidRPr="004A247E">
              <w:t xml:space="preserve">Биология </w:t>
            </w:r>
          </w:p>
        </w:tc>
        <w:tc>
          <w:tcPr>
            <w:tcW w:w="709" w:type="dxa"/>
          </w:tcPr>
          <w:p w:rsidR="00456400" w:rsidRPr="004A247E" w:rsidRDefault="00456400" w:rsidP="00E51C09">
            <w:pPr>
              <w:spacing w:after="0" w:line="240" w:lineRule="auto"/>
              <w:contextualSpacing/>
            </w:pPr>
            <w:r w:rsidRPr="004A247E">
              <w:t>7</w:t>
            </w:r>
          </w:p>
        </w:tc>
        <w:tc>
          <w:tcPr>
            <w:tcW w:w="709" w:type="dxa"/>
          </w:tcPr>
          <w:p w:rsidR="00456400" w:rsidRPr="004A247E" w:rsidRDefault="00456400" w:rsidP="00E51C09">
            <w:pPr>
              <w:spacing w:after="0" w:line="240" w:lineRule="auto"/>
              <w:contextualSpacing/>
              <w:rPr>
                <w:color w:val="000000"/>
              </w:rPr>
            </w:pPr>
            <w:r w:rsidRPr="004A247E">
              <w:rPr>
                <w:color w:val="000000"/>
              </w:rPr>
              <w:t>2</w:t>
            </w:r>
          </w:p>
        </w:tc>
        <w:tc>
          <w:tcPr>
            <w:tcW w:w="3543" w:type="dxa"/>
          </w:tcPr>
          <w:p w:rsidR="00456400" w:rsidRPr="004A247E" w:rsidRDefault="0029620A" w:rsidP="000D2D1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A247E">
              <w:rPr>
                <w:rFonts w:ascii="Times New Roman" w:hAnsi="Times New Roman"/>
                <w:sz w:val="24"/>
                <w:szCs w:val="24"/>
              </w:rPr>
              <w:t>Биология 5-9 классы. Рабочие программы линии УМК п</w:t>
            </w:r>
            <w:r w:rsidR="000D2D1F" w:rsidRPr="004A247E">
              <w:rPr>
                <w:rFonts w:ascii="Times New Roman" w:hAnsi="Times New Roman"/>
                <w:sz w:val="24"/>
                <w:szCs w:val="24"/>
              </w:rPr>
              <w:t xml:space="preserve">од редакцией И. Н. Пономарёвой </w:t>
            </w:r>
            <w:proofErr w:type="gramStart"/>
            <w:r w:rsidRPr="004A247E">
              <w:rPr>
                <w:rFonts w:ascii="Times New Roman" w:hAnsi="Times New Roman"/>
                <w:sz w:val="24"/>
                <w:szCs w:val="24"/>
              </w:rPr>
              <w:t>-М</w:t>
            </w:r>
            <w:proofErr w:type="gramEnd"/>
            <w:r w:rsidRPr="004A247E">
              <w:rPr>
                <w:rFonts w:ascii="Times New Roman" w:hAnsi="Times New Roman"/>
                <w:sz w:val="24"/>
                <w:szCs w:val="24"/>
              </w:rPr>
              <w:t xml:space="preserve">.: </w:t>
            </w:r>
            <w:proofErr w:type="spellStart"/>
            <w:r w:rsidRPr="004A247E">
              <w:rPr>
                <w:rFonts w:ascii="Times New Roman" w:hAnsi="Times New Roman"/>
                <w:sz w:val="24"/>
                <w:szCs w:val="24"/>
              </w:rPr>
              <w:t>Вентана-Граф</w:t>
            </w:r>
            <w:proofErr w:type="spellEnd"/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4A247E" w:rsidRPr="004A247E" w:rsidRDefault="0029620A" w:rsidP="004A247E">
            <w:pPr>
              <w:spacing w:after="0" w:line="240" w:lineRule="auto"/>
              <w:contextualSpacing/>
            </w:pPr>
            <w:r w:rsidRPr="004A247E">
              <w:t xml:space="preserve">И. Н. Пономарёва, </w:t>
            </w:r>
          </w:p>
          <w:p w:rsidR="0029620A" w:rsidRPr="004A247E" w:rsidRDefault="0029620A" w:rsidP="004A247E">
            <w:pPr>
              <w:spacing w:after="0" w:line="240" w:lineRule="auto"/>
              <w:contextualSpacing/>
            </w:pPr>
            <w:r w:rsidRPr="004A247E">
              <w:t xml:space="preserve">В. С. </w:t>
            </w:r>
            <w:proofErr w:type="spellStart"/>
            <w:r w:rsidRPr="004A247E">
              <w:t>Кучменко</w:t>
            </w:r>
            <w:proofErr w:type="spellEnd"/>
            <w:r w:rsidRPr="004A247E">
              <w:t>,</w:t>
            </w:r>
          </w:p>
          <w:p w:rsidR="00456400" w:rsidRPr="004A247E" w:rsidRDefault="0029620A" w:rsidP="004A247E">
            <w:pPr>
              <w:spacing w:after="0" w:line="240" w:lineRule="auto"/>
              <w:contextualSpacing/>
            </w:pPr>
            <w:r w:rsidRPr="004A247E">
              <w:t xml:space="preserve"> О. А. Корнилова и др.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456400" w:rsidRPr="004A247E" w:rsidRDefault="00456400" w:rsidP="0029620A">
            <w:pPr>
              <w:spacing w:after="0" w:line="240" w:lineRule="auto"/>
              <w:contextualSpacing/>
            </w:pPr>
            <w:r w:rsidRPr="004A247E">
              <w:t>201</w:t>
            </w:r>
            <w:r w:rsidR="0029620A" w:rsidRPr="004A247E">
              <w:t>7</w:t>
            </w:r>
          </w:p>
        </w:tc>
        <w:tc>
          <w:tcPr>
            <w:tcW w:w="2552" w:type="dxa"/>
          </w:tcPr>
          <w:p w:rsidR="00456400" w:rsidRPr="004A247E" w:rsidRDefault="00173EB6" w:rsidP="00E3437D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47E">
              <w:rPr>
                <w:rFonts w:ascii="Times New Roman" w:hAnsi="Times New Roman"/>
                <w:color w:val="000000"/>
                <w:sz w:val="24"/>
                <w:szCs w:val="24"/>
              </w:rPr>
              <w:t>Биология: 7 класс: учебник-М</w:t>
            </w:r>
            <w:proofErr w:type="gramStart"/>
            <w:r w:rsidRPr="004A247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.: </w:t>
            </w:r>
            <w:proofErr w:type="spellStart"/>
            <w:proofErr w:type="gramEnd"/>
            <w:r w:rsidR="007D431D" w:rsidRPr="004A247E">
              <w:rPr>
                <w:rFonts w:ascii="Times New Roman" w:hAnsi="Times New Roman"/>
                <w:color w:val="000000"/>
                <w:sz w:val="24"/>
                <w:szCs w:val="24"/>
              </w:rPr>
              <w:t>Вентана-Граф</w:t>
            </w:r>
            <w:proofErr w:type="spellEnd"/>
            <w:r w:rsidR="007D431D" w:rsidRPr="004A247E">
              <w:rPr>
                <w:rFonts w:ascii="Times New Roman" w:hAnsi="Times New Roman"/>
                <w:color w:val="000000"/>
                <w:sz w:val="24"/>
                <w:szCs w:val="24"/>
              </w:rPr>
              <w:t>, корпорация "Российский учебник</w:t>
            </w:r>
            <w:r w:rsidR="004A247E" w:rsidRPr="004A247E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797661" w:rsidRPr="004A247E" w:rsidRDefault="00797661" w:rsidP="00797661">
            <w:pPr>
              <w:spacing w:after="0" w:line="240" w:lineRule="auto"/>
            </w:pPr>
            <w:r w:rsidRPr="004A247E">
              <w:t>В. М. Константинов,</w:t>
            </w:r>
          </w:p>
          <w:p w:rsidR="00797661" w:rsidRPr="004A247E" w:rsidRDefault="00797661" w:rsidP="00797661">
            <w:pPr>
              <w:spacing w:after="0" w:line="240" w:lineRule="auto"/>
            </w:pPr>
            <w:r w:rsidRPr="004A247E">
              <w:t>В. Г. Бабенко,</w:t>
            </w:r>
          </w:p>
          <w:p w:rsidR="00173EB6" w:rsidRPr="004A247E" w:rsidRDefault="00797661" w:rsidP="004A247E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47E">
              <w:rPr>
                <w:rFonts w:ascii="Times New Roman" w:hAnsi="Times New Roman"/>
                <w:sz w:val="24"/>
                <w:szCs w:val="24"/>
              </w:rPr>
              <w:t xml:space="preserve">В. С. </w:t>
            </w:r>
            <w:proofErr w:type="spellStart"/>
            <w:r w:rsidRPr="004A247E">
              <w:rPr>
                <w:rFonts w:ascii="Times New Roman" w:hAnsi="Times New Roman"/>
                <w:sz w:val="24"/>
                <w:szCs w:val="24"/>
              </w:rPr>
              <w:t>Кумченко</w:t>
            </w:r>
            <w:proofErr w:type="spellEnd"/>
            <w:r w:rsidRPr="004A247E">
              <w:rPr>
                <w:rFonts w:ascii="Times New Roman" w:hAnsi="Times New Roman"/>
                <w:sz w:val="24"/>
                <w:szCs w:val="24"/>
              </w:rPr>
              <w:t>/под ред. Константинова В. М.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456400" w:rsidRPr="004A247E" w:rsidRDefault="00456400" w:rsidP="00173EB6">
            <w:pPr>
              <w:spacing w:after="0" w:line="240" w:lineRule="auto"/>
              <w:contextualSpacing/>
            </w:pPr>
            <w:r w:rsidRPr="004A247E">
              <w:t>20</w:t>
            </w:r>
            <w:r w:rsidR="00173EB6" w:rsidRPr="004A247E">
              <w:t>21</w:t>
            </w:r>
          </w:p>
        </w:tc>
        <w:tc>
          <w:tcPr>
            <w:tcW w:w="850" w:type="dxa"/>
          </w:tcPr>
          <w:p w:rsidR="00456400" w:rsidRPr="00545F23" w:rsidRDefault="00456400" w:rsidP="00E51C09">
            <w:pPr>
              <w:spacing w:after="0" w:line="240" w:lineRule="auto"/>
              <w:contextualSpacing/>
            </w:pPr>
            <w:r w:rsidRPr="00545F23">
              <w:t>100</w:t>
            </w:r>
          </w:p>
        </w:tc>
      </w:tr>
      <w:tr w:rsidR="00EE3553" w:rsidRPr="00545F23" w:rsidTr="004A247E">
        <w:tc>
          <w:tcPr>
            <w:tcW w:w="1276" w:type="dxa"/>
          </w:tcPr>
          <w:p w:rsidR="00EE3553" w:rsidRPr="004A247E" w:rsidRDefault="00EE3553" w:rsidP="00E51C09">
            <w:pPr>
              <w:spacing w:after="0" w:line="240" w:lineRule="auto"/>
              <w:contextualSpacing/>
            </w:pPr>
            <w:r w:rsidRPr="004A247E">
              <w:t xml:space="preserve">Биология </w:t>
            </w:r>
          </w:p>
        </w:tc>
        <w:tc>
          <w:tcPr>
            <w:tcW w:w="709" w:type="dxa"/>
          </w:tcPr>
          <w:p w:rsidR="00EE3553" w:rsidRPr="004A247E" w:rsidRDefault="00EE3553" w:rsidP="00E51C09">
            <w:pPr>
              <w:spacing w:after="0" w:line="240" w:lineRule="auto"/>
              <w:contextualSpacing/>
            </w:pPr>
            <w:r w:rsidRPr="004A247E">
              <w:t>8</w:t>
            </w:r>
          </w:p>
        </w:tc>
        <w:tc>
          <w:tcPr>
            <w:tcW w:w="709" w:type="dxa"/>
          </w:tcPr>
          <w:p w:rsidR="00EE3553" w:rsidRPr="004A247E" w:rsidRDefault="00EE3553" w:rsidP="00E51C09">
            <w:pPr>
              <w:spacing w:after="0" w:line="240" w:lineRule="auto"/>
              <w:contextualSpacing/>
            </w:pPr>
            <w:r w:rsidRPr="004A247E">
              <w:t>2</w:t>
            </w:r>
          </w:p>
        </w:tc>
        <w:tc>
          <w:tcPr>
            <w:tcW w:w="3543" w:type="dxa"/>
          </w:tcPr>
          <w:p w:rsidR="00EE3553" w:rsidRPr="004A247E" w:rsidRDefault="00E3437D" w:rsidP="00BB68F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A247E">
              <w:rPr>
                <w:rFonts w:ascii="Times New Roman" w:hAnsi="Times New Roman"/>
                <w:sz w:val="24"/>
                <w:szCs w:val="24"/>
              </w:rPr>
              <w:t xml:space="preserve">Биология 5-9 классы. Рабочие программы линии УМК под редакцией И. Н. Пономарёвой </w:t>
            </w:r>
            <w:proofErr w:type="gramStart"/>
            <w:r w:rsidRPr="004A247E">
              <w:rPr>
                <w:rFonts w:ascii="Times New Roman" w:hAnsi="Times New Roman"/>
                <w:sz w:val="24"/>
                <w:szCs w:val="24"/>
              </w:rPr>
              <w:t>-М</w:t>
            </w:r>
            <w:proofErr w:type="gramEnd"/>
            <w:r w:rsidRPr="004A247E">
              <w:rPr>
                <w:rFonts w:ascii="Times New Roman" w:hAnsi="Times New Roman"/>
                <w:sz w:val="24"/>
                <w:szCs w:val="24"/>
              </w:rPr>
              <w:t xml:space="preserve">.: </w:t>
            </w:r>
            <w:proofErr w:type="spellStart"/>
            <w:r w:rsidRPr="004A247E">
              <w:rPr>
                <w:rFonts w:ascii="Times New Roman" w:hAnsi="Times New Roman"/>
                <w:sz w:val="24"/>
                <w:szCs w:val="24"/>
              </w:rPr>
              <w:t>Вентана-Граф</w:t>
            </w:r>
            <w:proofErr w:type="spellEnd"/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E3437D" w:rsidRPr="004A247E" w:rsidRDefault="00E3437D" w:rsidP="00E3437D">
            <w:pPr>
              <w:spacing w:after="0" w:line="240" w:lineRule="auto"/>
              <w:contextualSpacing/>
            </w:pPr>
            <w:r w:rsidRPr="004A247E">
              <w:t xml:space="preserve">И. Н. Пономарёва, </w:t>
            </w:r>
          </w:p>
          <w:p w:rsidR="00E3437D" w:rsidRPr="004A247E" w:rsidRDefault="00E3437D" w:rsidP="00E3437D">
            <w:pPr>
              <w:spacing w:after="0" w:line="240" w:lineRule="auto"/>
              <w:contextualSpacing/>
            </w:pPr>
            <w:r w:rsidRPr="004A247E">
              <w:t xml:space="preserve">В. С. </w:t>
            </w:r>
            <w:proofErr w:type="spellStart"/>
            <w:r w:rsidRPr="004A247E">
              <w:t>Кучменко</w:t>
            </w:r>
            <w:proofErr w:type="spellEnd"/>
            <w:r w:rsidRPr="004A247E">
              <w:t>,</w:t>
            </w:r>
          </w:p>
          <w:p w:rsidR="00EE3553" w:rsidRPr="004A247E" w:rsidRDefault="00E3437D" w:rsidP="00E3437D">
            <w:pPr>
              <w:spacing w:after="0" w:line="240" w:lineRule="auto"/>
              <w:contextualSpacing/>
            </w:pPr>
            <w:r w:rsidRPr="004A247E">
              <w:t xml:space="preserve"> О. А. Корнилова и др.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EE3553" w:rsidRPr="004A247E" w:rsidRDefault="00CF05B9" w:rsidP="00BB68F5">
            <w:pPr>
              <w:spacing w:after="0" w:line="240" w:lineRule="auto"/>
              <w:contextualSpacing/>
            </w:pPr>
            <w:r>
              <w:t>2017</w:t>
            </w:r>
          </w:p>
        </w:tc>
        <w:tc>
          <w:tcPr>
            <w:tcW w:w="2552" w:type="dxa"/>
          </w:tcPr>
          <w:p w:rsidR="00EE3553" w:rsidRPr="004A247E" w:rsidRDefault="00E3437D" w:rsidP="00E3437D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47E">
              <w:rPr>
                <w:rFonts w:ascii="Times New Roman" w:hAnsi="Times New Roman"/>
                <w:color w:val="000000"/>
                <w:sz w:val="24"/>
                <w:szCs w:val="24"/>
              </w:rPr>
              <w:t>Биология: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4A247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класс: учебник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4A247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М.: </w:t>
            </w:r>
            <w:proofErr w:type="spellStart"/>
            <w:r w:rsidRPr="004A247E">
              <w:rPr>
                <w:rFonts w:ascii="Times New Roman" w:hAnsi="Times New Roman"/>
                <w:color w:val="000000"/>
                <w:sz w:val="24"/>
                <w:szCs w:val="24"/>
              </w:rPr>
              <w:t>Вентана-Граф</w:t>
            </w:r>
            <w:proofErr w:type="spellEnd"/>
            <w:r w:rsidRPr="004A247E">
              <w:rPr>
                <w:rFonts w:ascii="Times New Roman" w:hAnsi="Times New Roman"/>
                <w:color w:val="000000"/>
                <w:sz w:val="24"/>
                <w:szCs w:val="24"/>
              </w:rPr>
              <w:t>, корпорация "Российский учебник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EE3553" w:rsidRPr="004A247E" w:rsidRDefault="00E3437D" w:rsidP="00BB68F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А.Г.Драгомилов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Р.Д. Маш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EE3553" w:rsidRPr="004A247E" w:rsidRDefault="00EE3553" w:rsidP="00EE3553">
            <w:pPr>
              <w:spacing w:after="0" w:line="240" w:lineRule="auto"/>
              <w:contextualSpacing/>
            </w:pPr>
            <w:r w:rsidRPr="004A247E">
              <w:t>20</w:t>
            </w:r>
            <w:r>
              <w:t>22</w:t>
            </w:r>
          </w:p>
        </w:tc>
        <w:tc>
          <w:tcPr>
            <w:tcW w:w="850" w:type="dxa"/>
          </w:tcPr>
          <w:p w:rsidR="00EE3553" w:rsidRPr="00545F23" w:rsidRDefault="00EE3553" w:rsidP="00E51C09">
            <w:pPr>
              <w:spacing w:after="0" w:line="240" w:lineRule="auto"/>
              <w:contextualSpacing/>
            </w:pPr>
            <w:r w:rsidRPr="00545F23">
              <w:t>100</w:t>
            </w:r>
          </w:p>
        </w:tc>
      </w:tr>
      <w:tr w:rsidR="005074C7" w:rsidRPr="00545F23" w:rsidTr="004A247E">
        <w:tc>
          <w:tcPr>
            <w:tcW w:w="1276" w:type="dxa"/>
          </w:tcPr>
          <w:p w:rsidR="005074C7" w:rsidRPr="004A247E" w:rsidRDefault="005074C7" w:rsidP="00E51C09">
            <w:pPr>
              <w:spacing w:after="0" w:line="240" w:lineRule="auto"/>
              <w:contextualSpacing/>
            </w:pPr>
            <w:r w:rsidRPr="004A247E">
              <w:t xml:space="preserve">Биология </w:t>
            </w:r>
          </w:p>
        </w:tc>
        <w:tc>
          <w:tcPr>
            <w:tcW w:w="709" w:type="dxa"/>
          </w:tcPr>
          <w:p w:rsidR="005074C7" w:rsidRPr="004A247E" w:rsidRDefault="005074C7" w:rsidP="00E51C09">
            <w:pPr>
              <w:spacing w:after="0" w:line="240" w:lineRule="auto"/>
              <w:contextualSpacing/>
            </w:pPr>
            <w:r w:rsidRPr="004A247E">
              <w:t>9</w:t>
            </w:r>
          </w:p>
        </w:tc>
        <w:tc>
          <w:tcPr>
            <w:tcW w:w="709" w:type="dxa"/>
          </w:tcPr>
          <w:p w:rsidR="005074C7" w:rsidRPr="004A247E" w:rsidRDefault="005074C7" w:rsidP="00E51C09">
            <w:pPr>
              <w:spacing w:after="0" w:line="240" w:lineRule="auto"/>
              <w:contextualSpacing/>
            </w:pPr>
            <w:r w:rsidRPr="004A247E">
              <w:t>2</w:t>
            </w:r>
          </w:p>
        </w:tc>
        <w:tc>
          <w:tcPr>
            <w:tcW w:w="3543" w:type="dxa"/>
          </w:tcPr>
          <w:p w:rsidR="005074C7" w:rsidRPr="004A247E" w:rsidRDefault="005074C7" w:rsidP="005074C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A247E">
              <w:rPr>
                <w:rFonts w:ascii="Times New Roman" w:hAnsi="Times New Roman"/>
                <w:sz w:val="24"/>
                <w:szCs w:val="24"/>
              </w:rPr>
              <w:t xml:space="preserve">Рабочие программы. Биология 5-9 классы : </w:t>
            </w:r>
            <w:proofErr w:type="spellStart"/>
            <w:r w:rsidRPr="004A247E">
              <w:rPr>
                <w:rFonts w:ascii="Times New Roman" w:hAnsi="Times New Roman"/>
                <w:sz w:val="24"/>
                <w:szCs w:val="24"/>
              </w:rPr>
              <w:t>учебно</w:t>
            </w:r>
            <w:proofErr w:type="spellEnd"/>
            <w:r w:rsidRPr="004A247E">
              <w:rPr>
                <w:rFonts w:ascii="Times New Roman" w:hAnsi="Times New Roman"/>
                <w:sz w:val="24"/>
                <w:szCs w:val="24"/>
              </w:rPr>
              <w:t xml:space="preserve"> - методическое пособие/составитель Г.М. </w:t>
            </w:r>
            <w:proofErr w:type="spellStart"/>
            <w:r w:rsidRPr="004A247E">
              <w:rPr>
                <w:rFonts w:ascii="Times New Roman" w:hAnsi="Times New Roman"/>
                <w:sz w:val="24"/>
                <w:szCs w:val="24"/>
              </w:rPr>
              <w:t>Пальдяев</w:t>
            </w:r>
            <w:proofErr w:type="gramStart"/>
            <w:r w:rsidRPr="004A247E"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 w:rsidRPr="004A247E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4A247E">
              <w:rPr>
                <w:rFonts w:ascii="Times New Roman" w:hAnsi="Times New Roman"/>
                <w:sz w:val="24"/>
                <w:szCs w:val="24"/>
              </w:rPr>
              <w:t xml:space="preserve"> М.: Дрофа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5074C7" w:rsidRPr="004A247E" w:rsidRDefault="005074C7" w:rsidP="005074C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A247E">
              <w:rPr>
                <w:rFonts w:ascii="Times New Roman" w:hAnsi="Times New Roman"/>
                <w:sz w:val="24"/>
                <w:szCs w:val="24"/>
              </w:rPr>
              <w:t>Н.И. Сонин.</w:t>
            </w:r>
          </w:p>
          <w:p w:rsidR="005074C7" w:rsidRPr="004A247E" w:rsidRDefault="005074C7" w:rsidP="005074C7">
            <w:pPr>
              <w:spacing w:after="0" w:line="240" w:lineRule="auto"/>
              <w:contextualSpacing/>
            </w:pPr>
            <w:r w:rsidRPr="004A247E">
              <w:t>В.Б. Захаров.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5074C7" w:rsidRPr="004A247E" w:rsidRDefault="005074C7" w:rsidP="0029620A">
            <w:pPr>
              <w:spacing w:after="0" w:line="240" w:lineRule="auto"/>
              <w:contextualSpacing/>
            </w:pPr>
            <w:r w:rsidRPr="004A247E">
              <w:t>201</w:t>
            </w:r>
            <w:r w:rsidR="0029620A" w:rsidRPr="004A247E">
              <w:t>7</w:t>
            </w:r>
          </w:p>
        </w:tc>
        <w:tc>
          <w:tcPr>
            <w:tcW w:w="2552" w:type="dxa"/>
          </w:tcPr>
          <w:p w:rsidR="005074C7" w:rsidRPr="004A247E" w:rsidRDefault="00BF52A7" w:rsidP="000D2D1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A247E">
              <w:rPr>
                <w:rFonts w:ascii="Times New Roman" w:hAnsi="Times New Roman"/>
                <w:sz w:val="24"/>
                <w:szCs w:val="24"/>
              </w:rPr>
              <w:t xml:space="preserve"> Биология. </w:t>
            </w:r>
            <w:r w:rsidR="0033430C" w:rsidRPr="004A247E">
              <w:rPr>
                <w:rFonts w:ascii="Times New Roman" w:hAnsi="Times New Roman"/>
                <w:sz w:val="24"/>
                <w:szCs w:val="24"/>
              </w:rPr>
              <w:t xml:space="preserve">9 класс. </w:t>
            </w:r>
            <w:r w:rsidRPr="004A247E">
              <w:rPr>
                <w:rFonts w:ascii="Times New Roman" w:hAnsi="Times New Roman"/>
                <w:sz w:val="24"/>
                <w:szCs w:val="24"/>
              </w:rPr>
              <w:t>Общие закономерности.</w:t>
            </w:r>
            <w:r w:rsidR="00FC5610" w:rsidRPr="004A247E">
              <w:rPr>
                <w:rFonts w:ascii="Times New Roman" w:hAnsi="Times New Roman"/>
                <w:sz w:val="24"/>
                <w:szCs w:val="24"/>
              </w:rPr>
              <w:t>- М.: Дрофа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976ADF" w:rsidRPr="004A247E" w:rsidRDefault="009E6DF5" w:rsidP="00BF52A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A247E">
              <w:rPr>
                <w:rFonts w:ascii="Times New Roman" w:hAnsi="Times New Roman"/>
                <w:sz w:val="24"/>
                <w:szCs w:val="24"/>
              </w:rPr>
              <w:t>М.Р</w:t>
            </w:r>
            <w:r w:rsidR="000D2D1F" w:rsidRPr="004A247E">
              <w:rPr>
                <w:rFonts w:ascii="Times New Roman" w:hAnsi="Times New Roman"/>
                <w:sz w:val="24"/>
                <w:szCs w:val="24"/>
              </w:rPr>
              <w:t>.</w:t>
            </w:r>
            <w:r w:rsidR="00976ADF" w:rsidRPr="004A247E">
              <w:rPr>
                <w:rFonts w:ascii="Times New Roman" w:hAnsi="Times New Roman"/>
                <w:sz w:val="24"/>
                <w:szCs w:val="24"/>
              </w:rPr>
              <w:t>Сонин,</w:t>
            </w:r>
          </w:p>
          <w:p w:rsidR="009E6DF5" w:rsidRPr="004A247E" w:rsidRDefault="009E6DF5" w:rsidP="009E6DF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47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С.Г </w:t>
            </w:r>
            <w:r w:rsidR="00BF52A7" w:rsidRPr="004A247E">
              <w:rPr>
                <w:rFonts w:ascii="Times New Roman" w:hAnsi="Times New Roman"/>
                <w:color w:val="000000"/>
                <w:sz w:val="24"/>
                <w:szCs w:val="24"/>
              </w:rPr>
              <w:t>Мамонтов</w:t>
            </w:r>
            <w:r w:rsidRPr="004A247E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  <w:p w:rsidR="009E6DF5" w:rsidRPr="004A247E" w:rsidRDefault="009E6DF5" w:rsidP="009E6DF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47E">
              <w:rPr>
                <w:rFonts w:ascii="Times New Roman" w:hAnsi="Times New Roman"/>
                <w:color w:val="000000"/>
                <w:sz w:val="24"/>
                <w:szCs w:val="24"/>
              </w:rPr>
              <w:t>В.Б. Захаров,</w:t>
            </w:r>
          </w:p>
          <w:p w:rsidR="005074C7" w:rsidRPr="004A247E" w:rsidRDefault="009E6DF5" w:rsidP="009E6DF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A247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И.Б.  </w:t>
            </w:r>
            <w:r w:rsidR="00BF52A7" w:rsidRPr="004A247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Агафонова </w:t>
            </w:r>
            <w:r w:rsidR="00BF52A7" w:rsidRPr="004A247E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="00BF52A7" w:rsidRPr="004A247E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5074C7" w:rsidRPr="004A247E" w:rsidRDefault="005074C7" w:rsidP="005074C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A247E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850" w:type="dxa"/>
          </w:tcPr>
          <w:p w:rsidR="005074C7" w:rsidRPr="00545F23" w:rsidRDefault="005074C7" w:rsidP="00E51C09">
            <w:pPr>
              <w:spacing w:after="0" w:line="240" w:lineRule="auto"/>
              <w:contextualSpacing/>
            </w:pPr>
            <w:r w:rsidRPr="00545F23">
              <w:t>100</w:t>
            </w:r>
          </w:p>
        </w:tc>
      </w:tr>
    </w:tbl>
    <w:p w:rsidR="004C6070" w:rsidRPr="00545F23" w:rsidRDefault="004C6070" w:rsidP="004C6070">
      <w:pPr>
        <w:spacing w:after="0" w:line="240" w:lineRule="auto"/>
      </w:pPr>
    </w:p>
    <w:p w:rsidR="00E9108A" w:rsidRPr="00545F23" w:rsidRDefault="00723AC6" w:rsidP="00B21AE4">
      <w:pPr>
        <w:spacing w:after="0" w:line="240" w:lineRule="auto"/>
      </w:pPr>
      <w:r>
        <w:t xml:space="preserve">Методист МБУ ДПО «СОИРО» </w:t>
      </w:r>
      <w:r w:rsidR="00B12FB0" w:rsidRPr="00545F23">
        <w:t xml:space="preserve">_______________________________________/ </w:t>
      </w:r>
      <w:r w:rsidR="009241F0" w:rsidRPr="001B0F67">
        <w:t>Черепанова  Л.Н.</w:t>
      </w:r>
    </w:p>
    <w:p w:rsidR="003A45F9" w:rsidRPr="00545F23" w:rsidRDefault="003A45F9" w:rsidP="00771903">
      <w:pPr>
        <w:spacing w:after="0" w:line="240" w:lineRule="auto"/>
      </w:pPr>
    </w:p>
    <w:sectPr w:rsidR="003A45F9" w:rsidRPr="00545F23" w:rsidSect="00771903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320DB3"/>
    <w:multiLevelType w:val="hybridMultilevel"/>
    <w:tmpl w:val="85C200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compat/>
  <w:rsids>
    <w:rsidRoot w:val="0028475D"/>
    <w:rsid w:val="0000361E"/>
    <w:rsid w:val="00012CCF"/>
    <w:rsid w:val="0001760D"/>
    <w:rsid w:val="00022E66"/>
    <w:rsid w:val="00024559"/>
    <w:rsid w:val="000449D5"/>
    <w:rsid w:val="00050B99"/>
    <w:rsid w:val="0006227E"/>
    <w:rsid w:val="00062E5B"/>
    <w:rsid w:val="00081DB4"/>
    <w:rsid w:val="000A2659"/>
    <w:rsid w:val="000B241A"/>
    <w:rsid w:val="000D2D1F"/>
    <w:rsid w:val="00101327"/>
    <w:rsid w:val="00110672"/>
    <w:rsid w:val="00171E29"/>
    <w:rsid w:val="00173EB6"/>
    <w:rsid w:val="00185282"/>
    <w:rsid w:val="00186AFA"/>
    <w:rsid w:val="00197237"/>
    <w:rsid w:val="001A34D1"/>
    <w:rsid w:val="001D0874"/>
    <w:rsid w:val="001E0A69"/>
    <w:rsid w:val="001E4D00"/>
    <w:rsid w:val="001E6D7D"/>
    <w:rsid w:val="001E7D78"/>
    <w:rsid w:val="001F0122"/>
    <w:rsid w:val="00214465"/>
    <w:rsid w:val="00225BD0"/>
    <w:rsid w:val="00263B51"/>
    <w:rsid w:val="002838FA"/>
    <w:rsid w:val="0028475D"/>
    <w:rsid w:val="0029620A"/>
    <w:rsid w:val="002C03E9"/>
    <w:rsid w:val="002E55A5"/>
    <w:rsid w:val="002E7DD1"/>
    <w:rsid w:val="002F79E0"/>
    <w:rsid w:val="00304BB6"/>
    <w:rsid w:val="00323401"/>
    <w:rsid w:val="0033430C"/>
    <w:rsid w:val="00380309"/>
    <w:rsid w:val="00381EDD"/>
    <w:rsid w:val="00391405"/>
    <w:rsid w:val="00394EE5"/>
    <w:rsid w:val="003A1EE5"/>
    <w:rsid w:val="003A2D1D"/>
    <w:rsid w:val="003A45F9"/>
    <w:rsid w:val="003C599E"/>
    <w:rsid w:val="003E1891"/>
    <w:rsid w:val="003F4E47"/>
    <w:rsid w:val="00433397"/>
    <w:rsid w:val="00445A31"/>
    <w:rsid w:val="00455D56"/>
    <w:rsid w:val="00456400"/>
    <w:rsid w:val="00467F53"/>
    <w:rsid w:val="00495819"/>
    <w:rsid w:val="00495E45"/>
    <w:rsid w:val="004A247E"/>
    <w:rsid w:val="004A5483"/>
    <w:rsid w:val="004C6070"/>
    <w:rsid w:val="004D6A82"/>
    <w:rsid w:val="004E2CE9"/>
    <w:rsid w:val="00502171"/>
    <w:rsid w:val="005071B0"/>
    <w:rsid w:val="005074C7"/>
    <w:rsid w:val="00514640"/>
    <w:rsid w:val="0054084B"/>
    <w:rsid w:val="00544DC5"/>
    <w:rsid w:val="00545F23"/>
    <w:rsid w:val="0055423C"/>
    <w:rsid w:val="005C01BF"/>
    <w:rsid w:val="005F6AE0"/>
    <w:rsid w:val="00654C2D"/>
    <w:rsid w:val="00680253"/>
    <w:rsid w:val="006B0276"/>
    <w:rsid w:val="006C4FEC"/>
    <w:rsid w:val="00705C7D"/>
    <w:rsid w:val="00723AC6"/>
    <w:rsid w:val="00742AEC"/>
    <w:rsid w:val="00771903"/>
    <w:rsid w:val="007736E6"/>
    <w:rsid w:val="00797661"/>
    <w:rsid w:val="007B39EF"/>
    <w:rsid w:val="007C375B"/>
    <w:rsid w:val="007D431D"/>
    <w:rsid w:val="007D7025"/>
    <w:rsid w:val="007F753B"/>
    <w:rsid w:val="008137EA"/>
    <w:rsid w:val="008205D6"/>
    <w:rsid w:val="008311C7"/>
    <w:rsid w:val="00874A1B"/>
    <w:rsid w:val="00881E67"/>
    <w:rsid w:val="008C1A71"/>
    <w:rsid w:val="008C7B70"/>
    <w:rsid w:val="008D1A80"/>
    <w:rsid w:val="008E772E"/>
    <w:rsid w:val="00910446"/>
    <w:rsid w:val="009241F0"/>
    <w:rsid w:val="00941F2C"/>
    <w:rsid w:val="009538D1"/>
    <w:rsid w:val="00966A1B"/>
    <w:rsid w:val="00976ADF"/>
    <w:rsid w:val="00994E0D"/>
    <w:rsid w:val="009E6DF5"/>
    <w:rsid w:val="00A17200"/>
    <w:rsid w:val="00A42027"/>
    <w:rsid w:val="00A4781B"/>
    <w:rsid w:val="00A64162"/>
    <w:rsid w:val="00A72F8C"/>
    <w:rsid w:val="00A92286"/>
    <w:rsid w:val="00AA2F36"/>
    <w:rsid w:val="00AD2177"/>
    <w:rsid w:val="00AE5F05"/>
    <w:rsid w:val="00B030A1"/>
    <w:rsid w:val="00B12FB0"/>
    <w:rsid w:val="00B21AE4"/>
    <w:rsid w:val="00B43DBA"/>
    <w:rsid w:val="00B503DC"/>
    <w:rsid w:val="00B5577C"/>
    <w:rsid w:val="00B87E30"/>
    <w:rsid w:val="00BA6D59"/>
    <w:rsid w:val="00BB5796"/>
    <w:rsid w:val="00BC2539"/>
    <w:rsid w:val="00BE5457"/>
    <w:rsid w:val="00BF1299"/>
    <w:rsid w:val="00BF52A7"/>
    <w:rsid w:val="00C06701"/>
    <w:rsid w:val="00C366F3"/>
    <w:rsid w:val="00C37372"/>
    <w:rsid w:val="00C42F4B"/>
    <w:rsid w:val="00C710FD"/>
    <w:rsid w:val="00CA1C48"/>
    <w:rsid w:val="00CB094B"/>
    <w:rsid w:val="00CB3CA2"/>
    <w:rsid w:val="00CC20EE"/>
    <w:rsid w:val="00CD0879"/>
    <w:rsid w:val="00CE6CC8"/>
    <w:rsid w:val="00CF05B9"/>
    <w:rsid w:val="00CF38C5"/>
    <w:rsid w:val="00D204A8"/>
    <w:rsid w:val="00D2313D"/>
    <w:rsid w:val="00D6564B"/>
    <w:rsid w:val="00D77847"/>
    <w:rsid w:val="00D87AD4"/>
    <w:rsid w:val="00D941C6"/>
    <w:rsid w:val="00D95118"/>
    <w:rsid w:val="00DC1C10"/>
    <w:rsid w:val="00DC7415"/>
    <w:rsid w:val="00DF647B"/>
    <w:rsid w:val="00E157D1"/>
    <w:rsid w:val="00E3437D"/>
    <w:rsid w:val="00E51C09"/>
    <w:rsid w:val="00E83E95"/>
    <w:rsid w:val="00E9108A"/>
    <w:rsid w:val="00EA6AEF"/>
    <w:rsid w:val="00EC2C0A"/>
    <w:rsid w:val="00ED2D86"/>
    <w:rsid w:val="00EE04D8"/>
    <w:rsid w:val="00EE3553"/>
    <w:rsid w:val="00EE4F97"/>
    <w:rsid w:val="00F0554C"/>
    <w:rsid w:val="00F071B2"/>
    <w:rsid w:val="00F2369F"/>
    <w:rsid w:val="00F32218"/>
    <w:rsid w:val="00F37C2C"/>
    <w:rsid w:val="00F637E5"/>
    <w:rsid w:val="00F7190A"/>
    <w:rsid w:val="00FA1899"/>
    <w:rsid w:val="00FA4DA9"/>
    <w:rsid w:val="00FB5A16"/>
    <w:rsid w:val="00FC5610"/>
    <w:rsid w:val="00FC6CB1"/>
    <w:rsid w:val="00FD3687"/>
    <w:rsid w:val="00FD3F13"/>
    <w:rsid w:val="00FD5F4E"/>
    <w:rsid w:val="00FF4C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2286"/>
    <w:pPr>
      <w:spacing w:after="200" w:line="276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72F8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EE04D8"/>
    <w:pPr>
      <w:ind w:left="720"/>
      <w:contextualSpacing/>
    </w:pPr>
  </w:style>
  <w:style w:type="paragraph" w:styleId="a4">
    <w:name w:val="Balloon Text"/>
    <w:basedOn w:val="a"/>
    <w:link w:val="a5"/>
    <w:rsid w:val="00467F5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467F53"/>
    <w:rPr>
      <w:rFonts w:ascii="Tahoma" w:hAnsi="Tahoma" w:cs="Tahoma"/>
      <w:sz w:val="16"/>
      <w:szCs w:val="16"/>
    </w:rPr>
  </w:style>
  <w:style w:type="paragraph" w:customStyle="1" w:styleId="10">
    <w:name w:val="Без интервала1"/>
    <w:rsid w:val="00874A1B"/>
    <w:pPr>
      <w:suppressAutoHyphens/>
    </w:pPr>
    <w:rPr>
      <w:rFonts w:ascii="Calibri" w:hAnsi="Calibri"/>
      <w:sz w:val="22"/>
      <w:szCs w:val="22"/>
      <w:lang w:eastAsia="zh-CN"/>
    </w:rPr>
  </w:style>
  <w:style w:type="paragraph" w:styleId="a6">
    <w:name w:val="No Spacing"/>
    <w:uiPriority w:val="1"/>
    <w:qFormat/>
    <w:rsid w:val="00D77847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BF52A7"/>
  </w:style>
  <w:style w:type="character" w:styleId="a7">
    <w:name w:val="Hyperlink"/>
    <w:uiPriority w:val="99"/>
    <w:unhideWhenUsed/>
    <w:rsid w:val="00BF52A7"/>
    <w:rPr>
      <w:color w:val="0000FF"/>
      <w:u w:val="single"/>
    </w:rPr>
  </w:style>
  <w:style w:type="character" w:customStyle="1" w:styleId="ListLabel2">
    <w:name w:val="ListLabel 2"/>
    <w:rsid w:val="007976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6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059;&#1095;&#1077;&#1073;&#1085;&#1099;&#1081;%20&#1087;&#1083;&#1072;&#1085;%20%202022-2-223\5-9\5-9%20&#1073;&#1080;&#1086;&#1083;&#1086;&#1075;&#1080;&#1103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5-9 биология.dotx</Template>
  <TotalTime>23</TotalTime>
  <Pages>1</Pages>
  <Words>249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Microsoft</Company>
  <LinksUpToDate>false</LinksUpToDate>
  <CharactersWithSpaces>1849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creator>Наталья Ивановна</dc:creator>
  <cp:lastModifiedBy>Наталья Ивановна</cp:lastModifiedBy>
  <cp:revision>7</cp:revision>
  <cp:lastPrinted>2021-08-26T20:58:00Z</cp:lastPrinted>
  <dcterms:created xsi:type="dcterms:W3CDTF">2022-06-28T06:48:00Z</dcterms:created>
  <dcterms:modified xsi:type="dcterms:W3CDTF">2022-08-25T06:42:00Z</dcterms:modified>
</cp:coreProperties>
</file>